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strike w:val="0"/>
          <w:dstrike w:val="0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trike w:val="0"/>
          <w:dstrike w:val="0"/>
          <w:sz w:val="32"/>
          <w:szCs w:val="32"/>
          <w:u w:val="none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6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/>
          <w:strike w:val="0"/>
          <w:dstrike w:val="0"/>
          <w:sz w:val="44"/>
          <w:szCs w:val="44"/>
          <w:u w:val="singl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trike w:val="0"/>
          <w:dstrike w:val="0"/>
          <w:sz w:val="44"/>
          <w:szCs w:val="44"/>
          <w:u w:val="single"/>
          <w:lang w:val="en-US" w:eastAsia="zh-CN"/>
        </w:rPr>
        <w:t>济宁市……协会（学会、联合会等）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6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年度报告承诺书</w:t>
      </w:r>
    </w:p>
    <w:p>
      <w:pPr>
        <w:spacing w:line="520" w:lineRule="exact"/>
        <w:rPr>
          <w:rFonts w:hint="eastAsia" w:ascii="黑体" w:hAnsi="黑体" w:eastAsia="黑体"/>
          <w:b/>
          <w:bCs/>
          <w:sz w:val="28"/>
        </w:rPr>
      </w:pPr>
    </w:p>
    <w:p>
      <w:pPr>
        <w:spacing w:line="52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社团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承诺：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根据《社会团体登记管理条例》《社会组织信用信息管理办法》《民间非营利组织会计制度》等有关规定编制的20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年度工作报告书，保证填报内容真实、准确、完整，愿意承担由此引起的一切法律责任并接受监督。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法定代表人签字：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</w:p>
    <w:p>
      <w:pPr>
        <w:wordWrap w:val="0"/>
        <w:spacing w:line="360" w:lineRule="auto"/>
        <w:ind w:firstLine="4160" w:firstLineChars="13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wordWrap w:val="0"/>
        <w:spacing w:line="360" w:lineRule="auto"/>
        <w:ind w:firstLine="4160" w:firstLineChars="13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社会团体印章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wordWrap w:val="0"/>
        <w:spacing w:line="360" w:lineRule="auto"/>
        <w:ind w:firstLine="4160" w:firstLineChars="13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360" w:lineRule="auto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报告日期：　　　    年   月   日</w:t>
      </w:r>
    </w:p>
    <w:p>
      <w:pPr>
        <w:rPr>
          <w:rFonts w:ascii="ˎ̥" w:hAnsi="ˎ̥"/>
          <w:szCs w:val="21"/>
        </w:rPr>
      </w:pPr>
    </w:p>
    <w:p>
      <w:pPr>
        <w:spacing w:after="156" w:afterLines="50"/>
        <w:rPr>
          <w:rFonts w:hint="eastAsia" w:ascii="ˎ̥" w:hAnsi="ˎ̥"/>
          <w:szCs w:val="21"/>
        </w:rPr>
      </w:pPr>
    </w:p>
    <w:p>
      <w:pPr>
        <w:spacing w:line="400" w:lineRule="exact"/>
      </w:pPr>
    </w:p>
    <w:sectPr>
      <w:footerReference r:id="rId3" w:type="default"/>
      <w:pgSz w:w="11906" w:h="16838"/>
      <w:pgMar w:top="2155" w:right="1474" w:bottom="1588" w:left="204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1"/>
    <w:family w:val="roma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Align="top"/>
      <w:pBdr>
        <w:between w:val="none" w:color="auto" w:sz="0" w:space="0"/>
      </w:pBdr>
      <w:rPr>
        <w:rFonts w:hint="eastAsia" w:eastAsia="宋体"/>
        <w:lang w:val="en-US" w:eastAsia="zh-CN"/>
      </w:rPr>
    </w:pPr>
    <w:r>
      <w:rPr>
        <w:rFonts w:hint="eastAsia"/>
        <w:sz w:val="21"/>
        <w:szCs w:val="21"/>
        <w:lang w:val="en-US" w:eastAsia="zh-CN"/>
      </w:rPr>
      <w:t>7</w:t>
    </w:r>
  </w:p>
  <w:p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50A"/>
    <w:rsid w:val="00007C91"/>
    <w:rsid w:val="000126BF"/>
    <w:rsid w:val="000153C7"/>
    <w:rsid w:val="00015A2A"/>
    <w:rsid w:val="00023C8B"/>
    <w:rsid w:val="00024D33"/>
    <w:rsid w:val="000272F2"/>
    <w:rsid w:val="0002796D"/>
    <w:rsid w:val="00042B0E"/>
    <w:rsid w:val="000443AA"/>
    <w:rsid w:val="00045C0C"/>
    <w:rsid w:val="000519E0"/>
    <w:rsid w:val="00051ED1"/>
    <w:rsid w:val="0007109A"/>
    <w:rsid w:val="00071CDC"/>
    <w:rsid w:val="00080C6A"/>
    <w:rsid w:val="0008203F"/>
    <w:rsid w:val="00085940"/>
    <w:rsid w:val="00085E07"/>
    <w:rsid w:val="000944E3"/>
    <w:rsid w:val="00097846"/>
    <w:rsid w:val="000A6332"/>
    <w:rsid w:val="000B164F"/>
    <w:rsid w:val="000B613C"/>
    <w:rsid w:val="000C0EB5"/>
    <w:rsid w:val="000C4E28"/>
    <w:rsid w:val="000C7EB1"/>
    <w:rsid w:val="000D3535"/>
    <w:rsid w:val="000E0084"/>
    <w:rsid w:val="000E3229"/>
    <w:rsid w:val="000E49C0"/>
    <w:rsid w:val="000E5553"/>
    <w:rsid w:val="000E6AAA"/>
    <w:rsid w:val="000E7DCA"/>
    <w:rsid w:val="000F64FA"/>
    <w:rsid w:val="0010664B"/>
    <w:rsid w:val="00115312"/>
    <w:rsid w:val="00133979"/>
    <w:rsid w:val="00143D0C"/>
    <w:rsid w:val="00145554"/>
    <w:rsid w:val="0014644A"/>
    <w:rsid w:val="00150B72"/>
    <w:rsid w:val="00151775"/>
    <w:rsid w:val="00152716"/>
    <w:rsid w:val="00163C60"/>
    <w:rsid w:val="001659A9"/>
    <w:rsid w:val="00172A27"/>
    <w:rsid w:val="0017414A"/>
    <w:rsid w:val="00174AD4"/>
    <w:rsid w:val="00182C06"/>
    <w:rsid w:val="001839C0"/>
    <w:rsid w:val="00191C19"/>
    <w:rsid w:val="00192EEF"/>
    <w:rsid w:val="001B3315"/>
    <w:rsid w:val="001B39F5"/>
    <w:rsid w:val="001B3F8D"/>
    <w:rsid w:val="001B46FD"/>
    <w:rsid w:val="001B7F44"/>
    <w:rsid w:val="001C2BBA"/>
    <w:rsid w:val="001C57E3"/>
    <w:rsid w:val="001C6B48"/>
    <w:rsid w:val="001D1BCB"/>
    <w:rsid w:val="001E52E3"/>
    <w:rsid w:val="001E69C7"/>
    <w:rsid w:val="001F4EA9"/>
    <w:rsid w:val="00201F9C"/>
    <w:rsid w:val="00202444"/>
    <w:rsid w:val="00203E68"/>
    <w:rsid w:val="00214693"/>
    <w:rsid w:val="00215A97"/>
    <w:rsid w:val="00226B6F"/>
    <w:rsid w:val="00236C68"/>
    <w:rsid w:val="0023704B"/>
    <w:rsid w:val="002401E5"/>
    <w:rsid w:val="00241B7A"/>
    <w:rsid w:val="00256F1A"/>
    <w:rsid w:val="00272644"/>
    <w:rsid w:val="00275AA9"/>
    <w:rsid w:val="00276BE3"/>
    <w:rsid w:val="002771FB"/>
    <w:rsid w:val="00286C1F"/>
    <w:rsid w:val="0029652E"/>
    <w:rsid w:val="002A0919"/>
    <w:rsid w:val="002A1E42"/>
    <w:rsid w:val="002A79AE"/>
    <w:rsid w:val="002B22C3"/>
    <w:rsid w:val="002B63A3"/>
    <w:rsid w:val="002E0CD1"/>
    <w:rsid w:val="002F2C53"/>
    <w:rsid w:val="003046A8"/>
    <w:rsid w:val="003057AC"/>
    <w:rsid w:val="00307FD2"/>
    <w:rsid w:val="00310B9F"/>
    <w:rsid w:val="003179CB"/>
    <w:rsid w:val="00350156"/>
    <w:rsid w:val="00350959"/>
    <w:rsid w:val="0035210D"/>
    <w:rsid w:val="003557DE"/>
    <w:rsid w:val="00365307"/>
    <w:rsid w:val="00384D39"/>
    <w:rsid w:val="003877B1"/>
    <w:rsid w:val="003926C0"/>
    <w:rsid w:val="00393661"/>
    <w:rsid w:val="00393B3A"/>
    <w:rsid w:val="00394399"/>
    <w:rsid w:val="003A08E2"/>
    <w:rsid w:val="003A50E0"/>
    <w:rsid w:val="003A5152"/>
    <w:rsid w:val="003A5F20"/>
    <w:rsid w:val="003A6FF0"/>
    <w:rsid w:val="003A731B"/>
    <w:rsid w:val="003B31E7"/>
    <w:rsid w:val="003B48E8"/>
    <w:rsid w:val="003B76F8"/>
    <w:rsid w:val="003C134A"/>
    <w:rsid w:val="003E1B56"/>
    <w:rsid w:val="003E2C1B"/>
    <w:rsid w:val="003E4D2D"/>
    <w:rsid w:val="003F07F6"/>
    <w:rsid w:val="003F4ACD"/>
    <w:rsid w:val="003F4C2F"/>
    <w:rsid w:val="003F6489"/>
    <w:rsid w:val="00410618"/>
    <w:rsid w:val="0041509B"/>
    <w:rsid w:val="0041774C"/>
    <w:rsid w:val="004238DE"/>
    <w:rsid w:val="004250DB"/>
    <w:rsid w:val="00431462"/>
    <w:rsid w:val="004342C0"/>
    <w:rsid w:val="004402F2"/>
    <w:rsid w:val="00441A4B"/>
    <w:rsid w:val="004476C1"/>
    <w:rsid w:val="004507D3"/>
    <w:rsid w:val="00455CDB"/>
    <w:rsid w:val="004564FC"/>
    <w:rsid w:val="00461CC3"/>
    <w:rsid w:val="00466C12"/>
    <w:rsid w:val="00466DD8"/>
    <w:rsid w:val="00471862"/>
    <w:rsid w:val="00472482"/>
    <w:rsid w:val="00481956"/>
    <w:rsid w:val="0048562D"/>
    <w:rsid w:val="00486C57"/>
    <w:rsid w:val="00490D4B"/>
    <w:rsid w:val="00491044"/>
    <w:rsid w:val="004A0E96"/>
    <w:rsid w:val="004B0A0A"/>
    <w:rsid w:val="004B22B6"/>
    <w:rsid w:val="004B3BE2"/>
    <w:rsid w:val="004B70E7"/>
    <w:rsid w:val="004C4F61"/>
    <w:rsid w:val="004E51A4"/>
    <w:rsid w:val="004F04CD"/>
    <w:rsid w:val="004F1017"/>
    <w:rsid w:val="004F24D8"/>
    <w:rsid w:val="004F33D3"/>
    <w:rsid w:val="004F7742"/>
    <w:rsid w:val="00502147"/>
    <w:rsid w:val="00504466"/>
    <w:rsid w:val="005045CD"/>
    <w:rsid w:val="00515360"/>
    <w:rsid w:val="00526FD8"/>
    <w:rsid w:val="00533647"/>
    <w:rsid w:val="005345A3"/>
    <w:rsid w:val="00537568"/>
    <w:rsid w:val="0054294B"/>
    <w:rsid w:val="00550695"/>
    <w:rsid w:val="00552E34"/>
    <w:rsid w:val="00562D91"/>
    <w:rsid w:val="00565C56"/>
    <w:rsid w:val="0057545E"/>
    <w:rsid w:val="00577FFC"/>
    <w:rsid w:val="00580F00"/>
    <w:rsid w:val="00595952"/>
    <w:rsid w:val="00596AE7"/>
    <w:rsid w:val="005A1D27"/>
    <w:rsid w:val="005A29F4"/>
    <w:rsid w:val="005A3606"/>
    <w:rsid w:val="005A38E4"/>
    <w:rsid w:val="005A5744"/>
    <w:rsid w:val="005A6E71"/>
    <w:rsid w:val="005B4615"/>
    <w:rsid w:val="005B64CE"/>
    <w:rsid w:val="005B6564"/>
    <w:rsid w:val="005B70AC"/>
    <w:rsid w:val="005C6D37"/>
    <w:rsid w:val="005E70A5"/>
    <w:rsid w:val="005F2202"/>
    <w:rsid w:val="005F4891"/>
    <w:rsid w:val="005F6A28"/>
    <w:rsid w:val="005F7A42"/>
    <w:rsid w:val="00600D97"/>
    <w:rsid w:val="0060595D"/>
    <w:rsid w:val="006146EF"/>
    <w:rsid w:val="0062006D"/>
    <w:rsid w:val="00622773"/>
    <w:rsid w:val="0063077E"/>
    <w:rsid w:val="00632B28"/>
    <w:rsid w:val="00637404"/>
    <w:rsid w:val="00641BEE"/>
    <w:rsid w:val="00642264"/>
    <w:rsid w:val="006441AC"/>
    <w:rsid w:val="006472DA"/>
    <w:rsid w:val="00650533"/>
    <w:rsid w:val="00654A23"/>
    <w:rsid w:val="00655F3B"/>
    <w:rsid w:val="0066033F"/>
    <w:rsid w:val="00660C55"/>
    <w:rsid w:val="00664E97"/>
    <w:rsid w:val="0066594D"/>
    <w:rsid w:val="00673B1D"/>
    <w:rsid w:val="00682F19"/>
    <w:rsid w:val="00685839"/>
    <w:rsid w:val="006960BC"/>
    <w:rsid w:val="006A0206"/>
    <w:rsid w:val="006A05A7"/>
    <w:rsid w:val="006B6612"/>
    <w:rsid w:val="006C1893"/>
    <w:rsid w:val="006C25CA"/>
    <w:rsid w:val="006C5FA1"/>
    <w:rsid w:val="006D5BB0"/>
    <w:rsid w:val="006D6A16"/>
    <w:rsid w:val="006E28C8"/>
    <w:rsid w:val="006E46A1"/>
    <w:rsid w:val="00701092"/>
    <w:rsid w:val="00715946"/>
    <w:rsid w:val="00716EA1"/>
    <w:rsid w:val="00721A4D"/>
    <w:rsid w:val="0073535E"/>
    <w:rsid w:val="0074236B"/>
    <w:rsid w:val="00750256"/>
    <w:rsid w:val="00751F27"/>
    <w:rsid w:val="00761FB6"/>
    <w:rsid w:val="00775F55"/>
    <w:rsid w:val="007810F1"/>
    <w:rsid w:val="00792952"/>
    <w:rsid w:val="00796A20"/>
    <w:rsid w:val="007B629D"/>
    <w:rsid w:val="007B655F"/>
    <w:rsid w:val="007B724B"/>
    <w:rsid w:val="007C3C38"/>
    <w:rsid w:val="007C5F88"/>
    <w:rsid w:val="007F08BB"/>
    <w:rsid w:val="007F1C68"/>
    <w:rsid w:val="007F4715"/>
    <w:rsid w:val="007F4C92"/>
    <w:rsid w:val="008043CD"/>
    <w:rsid w:val="00824901"/>
    <w:rsid w:val="00826012"/>
    <w:rsid w:val="00831843"/>
    <w:rsid w:val="00835DCD"/>
    <w:rsid w:val="008413A1"/>
    <w:rsid w:val="00842941"/>
    <w:rsid w:val="00853629"/>
    <w:rsid w:val="00855C27"/>
    <w:rsid w:val="00861F3A"/>
    <w:rsid w:val="00864C40"/>
    <w:rsid w:val="00866179"/>
    <w:rsid w:val="008673F2"/>
    <w:rsid w:val="00870D6C"/>
    <w:rsid w:val="0087124D"/>
    <w:rsid w:val="00880180"/>
    <w:rsid w:val="00880BCC"/>
    <w:rsid w:val="00885A40"/>
    <w:rsid w:val="008877F5"/>
    <w:rsid w:val="00891FDD"/>
    <w:rsid w:val="00894352"/>
    <w:rsid w:val="008A25C5"/>
    <w:rsid w:val="008A4218"/>
    <w:rsid w:val="008A59F4"/>
    <w:rsid w:val="008B330D"/>
    <w:rsid w:val="008B56E8"/>
    <w:rsid w:val="008C17F2"/>
    <w:rsid w:val="008D07D5"/>
    <w:rsid w:val="008D2A18"/>
    <w:rsid w:val="008E34DA"/>
    <w:rsid w:val="008E729D"/>
    <w:rsid w:val="008F1043"/>
    <w:rsid w:val="008F6B46"/>
    <w:rsid w:val="00900F2B"/>
    <w:rsid w:val="0090791B"/>
    <w:rsid w:val="00913CB3"/>
    <w:rsid w:val="00914AD9"/>
    <w:rsid w:val="00914C60"/>
    <w:rsid w:val="00920FEA"/>
    <w:rsid w:val="00940371"/>
    <w:rsid w:val="009424E2"/>
    <w:rsid w:val="00951018"/>
    <w:rsid w:val="00961384"/>
    <w:rsid w:val="00965E91"/>
    <w:rsid w:val="0096642E"/>
    <w:rsid w:val="00971783"/>
    <w:rsid w:val="00971FE9"/>
    <w:rsid w:val="0097229F"/>
    <w:rsid w:val="00973646"/>
    <w:rsid w:val="00975641"/>
    <w:rsid w:val="00984CF5"/>
    <w:rsid w:val="00985FAE"/>
    <w:rsid w:val="009A0961"/>
    <w:rsid w:val="009A5DB6"/>
    <w:rsid w:val="009B2471"/>
    <w:rsid w:val="009B2756"/>
    <w:rsid w:val="009B56C6"/>
    <w:rsid w:val="009B71E8"/>
    <w:rsid w:val="009C2CB9"/>
    <w:rsid w:val="009C3823"/>
    <w:rsid w:val="009C52DA"/>
    <w:rsid w:val="009C7594"/>
    <w:rsid w:val="009C7627"/>
    <w:rsid w:val="009D135D"/>
    <w:rsid w:val="009D217C"/>
    <w:rsid w:val="009E732F"/>
    <w:rsid w:val="009F0B3B"/>
    <w:rsid w:val="009F3367"/>
    <w:rsid w:val="009F4311"/>
    <w:rsid w:val="00A06185"/>
    <w:rsid w:val="00A14BA7"/>
    <w:rsid w:val="00A16429"/>
    <w:rsid w:val="00A16ADE"/>
    <w:rsid w:val="00A21604"/>
    <w:rsid w:val="00A2294A"/>
    <w:rsid w:val="00A25A29"/>
    <w:rsid w:val="00A26984"/>
    <w:rsid w:val="00A26D4C"/>
    <w:rsid w:val="00A31E27"/>
    <w:rsid w:val="00A335CA"/>
    <w:rsid w:val="00A363CA"/>
    <w:rsid w:val="00A41D9E"/>
    <w:rsid w:val="00A524B5"/>
    <w:rsid w:val="00A61B8A"/>
    <w:rsid w:val="00A66A00"/>
    <w:rsid w:val="00A745DD"/>
    <w:rsid w:val="00A75377"/>
    <w:rsid w:val="00A77FBF"/>
    <w:rsid w:val="00A83442"/>
    <w:rsid w:val="00A910B4"/>
    <w:rsid w:val="00A9414D"/>
    <w:rsid w:val="00A94CD4"/>
    <w:rsid w:val="00A957AE"/>
    <w:rsid w:val="00AA0195"/>
    <w:rsid w:val="00AA38A1"/>
    <w:rsid w:val="00AB4F3B"/>
    <w:rsid w:val="00AC4B23"/>
    <w:rsid w:val="00AD3A94"/>
    <w:rsid w:val="00AE199E"/>
    <w:rsid w:val="00AF6191"/>
    <w:rsid w:val="00B038D4"/>
    <w:rsid w:val="00B11725"/>
    <w:rsid w:val="00B11C0F"/>
    <w:rsid w:val="00B24D72"/>
    <w:rsid w:val="00B314BF"/>
    <w:rsid w:val="00B32586"/>
    <w:rsid w:val="00B35413"/>
    <w:rsid w:val="00B371AC"/>
    <w:rsid w:val="00B400DF"/>
    <w:rsid w:val="00B41EB4"/>
    <w:rsid w:val="00B5338C"/>
    <w:rsid w:val="00B614C7"/>
    <w:rsid w:val="00B6513E"/>
    <w:rsid w:val="00B67EEE"/>
    <w:rsid w:val="00B71DC1"/>
    <w:rsid w:val="00BA4661"/>
    <w:rsid w:val="00BB4EC3"/>
    <w:rsid w:val="00BB7887"/>
    <w:rsid w:val="00BC24F3"/>
    <w:rsid w:val="00BC6ADE"/>
    <w:rsid w:val="00BC7C32"/>
    <w:rsid w:val="00BD1177"/>
    <w:rsid w:val="00BD6BF4"/>
    <w:rsid w:val="00BE0A1D"/>
    <w:rsid w:val="00BE144E"/>
    <w:rsid w:val="00BF6BCC"/>
    <w:rsid w:val="00BF7BBB"/>
    <w:rsid w:val="00C004AB"/>
    <w:rsid w:val="00C007F4"/>
    <w:rsid w:val="00C00E51"/>
    <w:rsid w:val="00C02620"/>
    <w:rsid w:val="00C05610"/>
    <w:rsid w:val="00C077A7"/>
    <w:rsid w:val="00C12725"/>
    <w:rsid w:val="00C160B5"/>
    <w:rsid w:val="00C17E05"/>
    <w:rsid w:val="00C2233B"/>
    <w:rsid w:val="00C243ED"/>
    <w:rsid w:val="00C307B5"/>
    <w:rsid w:val="00C31674"/>
    <w:rsid w:val="00C42089"/>
    <w:rsid w:val="00C60A3E"/>
    <w:rsid w:val="00C63191"/>
    <w:rsid w:val="00C643D9"/>
    <w:rsid w:val="00C6796D"/>
    <w:rsid w:val="00C718CD"/>
    <w:rsid w:val="00C73C07"/>
    <w:rsid w:val="00C94B82"/>
    <w:rsid w:val="00CA20FA"/>
    <w:rsid w:val="00CB2D03"/>
    <w:rsid w:val="00CB7BD5"/>
    <w:rsid w:val="00CB7C07"/>
    <w:rsid w:val="00CC10D0"/>
    <w:rsid w:val="00CC1D4F"/>
    <w:rsid w:val="00CC45FA"/>
    <w:rsid w:val="00CD1117"/>
    <w:rsid w:val="00CD4C52"/>
    <w:rsid w:val="00CD51B0"/>
    <w:rsid w:val="00CD68C5"/>
    <w:rsid w:val="00CF3607"/>
    <w:rsid w:val="00CF4489"/>
    <w:rsid w:val="00CF6DBE"/>
    <w:rsid w:val="00D205BA"/>
    <w:rsid w:val="00D20870"/>
    <w:rsid w:val="00D21C0F"/>
    <w:rsid w:val="00D26198"/>
    <w:rsid w:val="00D478C7"/>
    <w:rsid w:val="00D520DA"/>
    <w:rsid w:val="00D55C61"/>
    <w:rsid w:val="00D75F02"/>
    <w:rsid w:val="00D8096A"/>
    <w:rsid w:val="00D91207"/>
    <w:rsid w:val="00DA0E9C"/>
    <w:rsid w:val="00DB2352"/>
    <w:rsid w:val="00DB4E83"/>
    <w:rsid w:val="00DB716D"/>
    <w:rsid w:val="00DC086E"/>
    <w:rsid w:val="00DC6F94"/>
    <w:rsid w:val="00DD0349"/>
    <w:rsid w:val="00DD30BC"/>
    <w:rsid w:val="00DD5867"/>
    <w:rsid w:val="00DD7FEC"/>
    <w:rsid w:val="00DE16B4"/>
    <w:rsid w:val="00DE3DF5"/>
    <w:rsid w:val="00DF0C90"/>
    <w:rsid w:val="00E06B9F"/>
    <w:rsid w:val="00E21B83"/>
    <w:rsid w:val="00E37A13"/>
    <w:rsid w:val="00E37EB2"/>
    <w:rsid w:val="00E540B3"/>
    <w:rsid w:val="00E572E4"/>
    <w:rsid w:val="00E60175"/>
    <w:rsid w:val="00E801E4"/>
    <w:rsid w:val="00E80573"/>
    <w:rsid w:val="00E823B5"/>
    <w:rsid w:val="00E82E5B"/>
    <w:rsid w:val="00E85504"/>
    <w:rsid w:val="00E872C1"/>
    <w:rsid w:val="00E958EC"/>
    <w:rsid w:val="00E97C47"/>
    <w:rsid w:val="00EA0D2B"/>
    <w:rsid w:val="00EA3FCE"/>
    <w:rsid w:val="00EA7A96"/>
    <w:rsid w:val="00EB75F2"/>
    <w:rsid w:val="00EC49AF"/>
    <w:rsid w:val="00EC59C4"/>
    <w:rsid w:val="00ED2102"/>
    <w:rsid w:val="00ED3633"/>
    <w:rsid w:val="00ED4AAE"/>
    <w:rsid w:val="00EE5724"/>
    <w:rsid w:val="00EE6A40"/>
    <w:rsid w:val="00EF597E"/>
    <w:rsid w:val="00EF7161"/>
    <w:rsid w:val="00EF7179"/>
    <w:rsid w:val="00F01EA0"/>
    <w:rsid w:val="00F1713E"/>
    <w:rsid w:val="00F23503"/>
    <w:rsid w:val="00F23FD4"/>
    <w:rsid w:val="00F2551D"/>
    <w:rsid w:val="00F27C52"/>
    <w:rsid w:val="00F3145E"/>
    <w:rsid w:val="00F3370F"/>
    <w:rsid w:val="00F409AB"/>
    <w:rsid w:val="00F420AA"/>
    <w:rsid w:val="00F42DB7"/>
    <w:rsid w:val="00F4483C"/>
    <w:rsid w:val="00F45132"/>
    <w:rsid w:val="00F503CC"/>
    <w:rsid w:val="00F542EC"/>
    <w:rsid w:val="00F55DD8"/>
    <w:rsid w:val="00F57A01"/>
    <w:rsid w:val="00F70D50"/>
    <w:rsid w:val="00F72D1F"/>
    <w:rsid w:val="00F773F6"/>
    <w:rsid w:val="00F80B9A"/>
    <w:rsid w:val="00F80D31"/>
    <w:rsid w:val="00F81184"/>
    <w:rsid w:val="00F82F15"/>
    <w:rsid w:val="00F84378"/>
    <w:rsid w:val="00F86E36"/>
    <w:rsid w:val="00F93355"/>
    <w:rsid w:val="00FA05A5"/>
    <w:rsid w:val="00FA350F"/>
    <w:rsid w:val="00FA361B"/>
    <w:rsid w:val="00FB5E36"/>
    <w:rsid w:val="00FB6A9A"/>
    <w:rsid w:val="00FD187C"/>
    <w:rsid w:val="00FD234D"/>
    <w:rsid w:val="00FF0D97"/>
    <w:rsid w:val="00FF0F2E"/>
    <w:rsid w:val="00FF50DC"/>
    <w:rsid w:val="05BD059A"/>
    <w:rsid w:val="06A2751D"/>
    <w:rsid w:val="0DBD2A39"/>
    <w:rsid w:val="0EFA0684"/>
    <w:rsid w:val="1A9F55E1"/>
    <w:rsid w:val="1E167025"/>
    <w:rsid w:val="2FF429AF"/>
    <w:rsid w:val="48A7116C"/>
    <w:rsid w:val="4B1A065B"/>
    <w:rsid w:val="4DD15EA3"/>
    <w:rsid w:val="5A280453"/>
    <w:rsid w:val="5E830F51"/>
    <w:rsid w:val="67BA6CEF"/>
    <w:rsid w:val="70476BF0"/>
    <w:rsid w:val="705348D2"/>
    <w:rsid w:val="74766F73"/>
    <w:rsid w:val="7721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qFormat="1" w:unhideWhenUsed="0" w:uiPriority="0" w:semiHidden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qFormat/>
    <w:uiPriority w:val="0"/>
    <w:pPr>
      <w:jc w:val="left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2"/>
    <w:next w:val="2"/>
    <w:link w:val="16"/>
    <w:qFormat/>
    <w:uiPriority w:val="0"/>
    <w:rPr>
      <w:b/>
      <w:bCs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TML Typewriter"/>
    <w:qFormat/>
    <w:uiPriority w:val="0"/>
    <w:rPr>
      <w:rFonts w:ascii="宋体" w:hAnsi="宋体" w:eastAsia="宋体" w:cs="宋体"/>
      <w:sz w:val="24"/>
      <w:szCs w:val="24"/>
    </w:rPr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框文本 字符"/>
    <w:link w:val="3"/>
    <w:qFormat/>
    <w:uiPriority w:val="0"/>
    <w:rPr>
      <w:kern w:val="2"/>
      <w:sz w:val="18"/>
      <w:szCs w:val="18"/>
    </w:rPr>
  </w:style>
  <w:style w:type="character" w:customStyle="1" w:styleId="15">
    <w:name w:val="批注文字 字符"/>
    <w:link w:val="2"/>
    <w:qFormat/>
    <w:uiPriority w:val="0"/>
    <w:rPr>
      <w:kern w:val="2"/>
      <w:sz w:val="21"/>
    </w:rPr>
  </w:style>
  <w:style w:type="character" w:customStyle="1" w:styleId="16">
    <w:name w:val="批注主题 字符"/>
    <w:link w:val="6"/>
    <w:qFormat/>
    <w:uiPriority w:val="0"/>
    <w:rPr>
      <w:b/>
      <w:bCs/>
      <w:kern w:val="2"/>
      <w:sz w:val="21"/>
    </w:rPr>
  </w:style>
  <w:style w:type="paragraph" w:customStyle="1" w:styleId="17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18">
    <w:name w:val="List Paragraph"/>
    <w:basedOn w:val="1"/>
    <w:qFormat/>
    <w:uiPriority w:val="72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037;&#20316;\&#21508;&#31181;&#20219;&#21153;&#20219;&#21153;&#20219;&#21153;\&#19994;&#21153;&#35843;&#25972;\&#24180;&#26816;\2017&#24180;&#26816;\Normal.wpt" TargetMode="Externa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FA517A-01DD-4DBD-AAC4-9E09CEB3D7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Win7w.Com</Company>
  <Pages>55</Pages>
  <Words>2661</Words>
  <Characters>15168</Characters>
  <Lines>126</Lines>
  <Paragraphs>35</Paragraphs>
  <TotalTime>2</TotalTime>
  <ScaleCrop>false</ScaleCrop>
  <LinksUpToDate>false</LinksUpToDate>
  <CharactersWithSpaces>17794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2018-01-11T09:13:00Z</dcterms:created>
  <dc:creator>gongweina</dc:creator>
  <cp:lastModifiedBy>一茗姑姑</cp:lastModifiedBy>
  <cp:lastPrinted>2018-01-17T06:30:00Z</cp:lastPrinted>
  <dcterms:modified xsi:type="dcterms:W3CDTF">2021-03-09T02:11:39Z</dcterms:modified>
  <dc:title>（名称自动生成）</dc:title>
  <cp:revision>241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